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ADA" w:rsidRDefault="00FE6ADA" w:rsidP="000C2C6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МБОУ ДОД ДДТ «У Белого озера» СП «Смена»</w:t>
      </w:r>
    </w:p>
    <w:p w:rsidR="00FE6ADA" w:rsidRDefault="00FE6ADA" w:rsidP="000C2C6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6ADA" w:rsidRPr="00C211EA" w:rsidRDefault="00FE6ADA" w:rsidP="000C2C6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11EA">
        <w:rPr>
          <w:rFonts w:ascii="Times New Roman" w:hAnsi="Times New Roman" w:cs="Times New Roman"/>
          <w:b/>
          <w:bCs/>
          <w:sz w:val="28"/>
          <w:szCs w:val="28"/>
        </w:rPr>
        <w:t xml:space="preserve">План работы на каникулах </w:t>
      </w:r>
    </w:p>
    <w:p w:rsidR="00FE6ADA" w:rsidRPr="00C211EA" w:rsidRDefault="00FE6ADA" w:rsidP="000C2C6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11EA">
        <w:rPr>
          <w:rFonts w:ascii="Times New Roman" w:hAnsi="Times New Roman" w:cs="Times New Roman"/>
          <w:b/>
          <w:bCs/>
          <w:sz w:val="28"/>
          <w:szCs w:val="28"/>
        </w:rPr>
        <w:t xml:space="preserve">22 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C211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C211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марта</w:t>
      </w:r>
      <w:r w:rsidRPr="00C211EA">
        <w:rPr>
          <w:rFonts w:ascii="Times New Roman" w:hAnsi="Times New Roman" w:cs="Times New Roman"/>
          <w:b/>
          <w:bCs/>
          <w:sz w:val="28"/>
          <w:szCs w:val="28"/>
        </w:rPr>
        <w:t xml:space="preserve"> 201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C211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E6ADA" w:rsidRPr="00C211EA" w:rsidRDefault="00FE6ADA" w:rsidP="000C2C6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23"/>
        <w:gridCol w:w="3537"/>
        <w:gridCol w:w="2356"/>
        <w:gridCol w:w="2354"/>
      </w:tblGrid>
      <w:tr w:rsidR="00FE6ADA" w:rsidRPr="00E10046">
        <w:tc>
          <w:tcPr>
            <w:tcW w:w="1323" w:type="dxa"/>
          </w:tcPr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когда</w:t>
            </w:r>
          </w:p>
        </w:tc>
        <w:tc>
          <w:tcPr>
            <w:tcW w:w="3538" w:type="dxa"/>
          </w:tcPr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что</w:t>
            </w:r>
          </w:p>
        </w:tc>
        <w:tc>
          <w:tcPr>
            <w:tcW w:w="2356" w:type="dxa"/>
          </w:tcPr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для кого</w:t>
            </w:r>
          </w:p>
        </w:tc>
        <w:tc>
          <w:tcPr>
            <w:tcW w:w="2354" w:type="dxa"/>
          </w:tcPr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кто</w:t>
            </w:r>
          </w:p>
        </w:tc>
      </w:tr>
      <w:tr w:rsidR="00FE6ADA" w:rsidRPr="00E10046">
        <w:tc>
          <w:tcPr>
            <w:tcW w:w="1323" w:type="dxa"/>
          </w:tcPr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>22 марта</w:t>
            </w:r>
          </w:p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>14.00</w:t>
            </w:r>
          </w:p>
        </w:tc>
        <w:tc>
          <w:tcPr>
            <w:tcW w:w="3538" w:type="dxa"/>
          </w:tcPr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 xml:space="preserve">Мастер - класс </w:t>
            </w:r>
          </w:p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>«Декупаж»</w:t>
            </w:r>
          </w:p>
        </w:tc>
        <w:tc>
          <w:tcPr>
            <w:tcW w:w="2356" w:type="dxa"/>
          </w:tcPr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>Все желающие</w:t>
            </w:r>
          </w:p>
        </w:tc>
        <w:tc>
          <w:tcPr>
            <w:tcW w:w="2354" w:type="dxa"/>
          </w:tcPr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>Козлова О.А.</w:t>
            </w:r>
          </w:p>
        </w:tc>
      </w:tr>
      <w:tr w:rsidR="00FE6ADA" w:rsidRPr="00E10046">
        <w:tc>
          <w:tcPr>
            <w:tcW w:w="1323" w:type="dxa"/>
          </w:tcPr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 xml:space="preserve">23-24, 30-31 </w:t>
            </w:r>
          </w:p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>марта</w:t>
            </w:r>
          </w:p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>с 12.00 до 15.00</w:t>
            </w:r>
          </w:p>
        </w:tc>
        <w:tc>
          <w:tcPr>
            <w:tcW w:w="3538" w:type="dxa"/>
          </w:tcPr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>Шахматный турнир</w:t>
            </w:r>
          </w:p>
        </w:tc>
        <w:tc>
          <w:tcPr>
            <w:tcW w:w="2356" w:type="dxa"/>
          </w:tcPr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>Объединение «Шахматы»</w:t>
            </w:r>
          </w:p>
        </w:tc>
        <w:tc>
          <w:tcPr>
            <w:tcW w:w="2354" w:type="dxa"/>
          </w:tcPr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>Зиновьев И.Г.</w:t>
            </w:r>
          </w:p>
        </w:tc>
      </w:tr>
      <w:tr w:rsidR="00FE6ADA" w:rsidRPr="00E10046">
        <w:tc>
          <w:tcPr>
            <w:tcW w:w="1323" w:type="dxa"/>
          </w:tcPr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>25 марта</w:t>
            </w:r>
          </w:p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>10.00-10.30</w:t>
            </w:r>
          </w:p>
        </w:tc>
        <w:tc>
          <w:tcPr>
            <w:tcW w:w="3538" w:type="dxa"/>
          </w:tcPr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>Игровая программа</w:t>
            </w:r>
          </w:p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>«Веселые старты»</w:t>
            </w:r>
          </w:p>
        </w:tc>
        <w:tc>
          <w:tcPr>
            <w:tcW w:w="2356" w:type="dxa"/>
          </w:tcPr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>Объединение «Смешарики»</w:t>
            </w:r>
          </w:p>
        </w:tc>
        <w:tc>
          <w:tcPr>
            <w:tcW w:w="2354" w:type="dxa"/>
          </w:tcPr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>МисюковаО.С.</w:t>
            </w:r>
          </w:p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>Замятина Е.А.</w:t>
            </w:r>
          </w:p>
        </w:tc>
      </w:tr>
      <w:tr w:rsidR="00FE6ADA" w:rsidRPr="00E10046">
        <w:tc>
          <w:tcPr>
            <w:tcW w:w="1323" w:type="dxa"/>
          </w:tcPr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>25.марта</w:t>
            </w:r>
          </w:p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>18.00-18.45</w:t>
            </w:r>
          </w:p>
        </w:tc>
        <w:tc>
          <w:tcPr>
            <w:tcW w:w="3538" w:type="dxa"/>
          </w:tcPr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 xml:space="preserve">Игровая программа </w:t>
            </w:r>
          </w:p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>«Веселые развлечения для малышей»</w:t>
            </w:r>
          </w:p>
        </w:tc>
        <w:tc>
          <w:tcPr>
            <w:tcW w:w="2356" w:type="dxa"/>
          </w:tcPr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>Объединение «Малышок»</w:t>
            </w:r>
          </w:p>
        </w:tc>
        <w:tc>
          <w:tcPr>
            <w:tcW w:w="2354" w:type="dxa"/>
          </w:tcPr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>Бутко Ю.А.</w:t>
            </w:r>
          </w:p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>Данченкова Г.А.</w:t>
            </w:r>
          </w:p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>Петрук С.М.</w:t>
            </w:r>
          </w:p>
        </w:tc>
      </w:tr>
      <w:tr w:rsidR="00FE6ADA" w:rsidRPr="00E10046">
        <w:tc>
          <w:tcPr>
            <w:tcW w:w="1323" w:type="dxa"/>
          </w:tcPr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>26марта 18.00-18.45</w:t>
            </w:r>
          </w:p>
        </w:tc>
        <w:tc>
          <w:tcPr>
            <w:tcW w:w="3538" w:type="dxa"/>
          </w:tcPr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 xml:space="preserve">«Времена года» </w:t>
            </w:r>
          </w:p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>рисунок и музыка  игровая программа</w:t>
            </w:r>
          </w:p>
        </w:tc>
        <w:tc>
          <w:tcPr>
            <w:tcW w:w="2356" w:type="dxa"/>
          </w:tcPr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>«Дошкольник»</w:t>
            </w:r>
          </w:p>
        </w:tc>
        <w:tc>
          <w:tcPr>
            <w:tcW w:w="2354" w:type="dxa"/>
          </w:tcPr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>Никольская Е.С.</w:t>
            </w:r>
          </w:p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>Петрук С.М.</w:t>
            </w:r>
          </w:p>
        </w:tc>
      </w:tr>
      <w:tr w:rsidR="00FE6ADA" w:rsidRPr="00E10046">
        <w:tc>
          <w:tcPr>
            <w:tcW w:w="1323" w:type="dxa"/>
          </w:tcPr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>28марта</w:t>
            </w:r>
          </w:p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>12.00- 13.45</w:t>
            </w:r>
          </w:p>
        </w:tc>
        <w:tc>
          <w:tcPr>
            <w:tcW w:w="3538" w:type="dxa"/>
          </w:tcPr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>Мастер – класс</w:t>
            </w:r>
          </w:p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>«Чудеса своими руками"</w:t>
            </w:r>
          </w:p>
        </w:tc>
        <w:tc>
          <w:tcPr>
            <w:tcW w:w="2356" w:type="dxa"/>
          </w:tcPr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>Для всех</w:t>
            </w:r>
          </w:p>
        </w:tc>
        <w:tc>
          <w:tcPr>
            <w:tcW w:w="2354" w:type="dxa"/>
          </w:tcPr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>Козлова О.А.</w:t>
            </w:r>
          </w:p>
        </w:tc>
      </w:tr>
      <w:tr w:rsidR="00FE6ADA" w:rsidRPr="00E10046">
        <w:tc>
          <w:tcPr>
            <w:tcW w:w="1323" w:type="dxa"/>
          </w:tcPr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>30 марта</w:t>
            </w:r>
          </w:p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>12.00</w:t>
            </w:r>
          </w:p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>13.00</w:t>
            </w:r>
          </w:p>
        </w:tc>
        <w:tc>
          <w:tcPr>
            <w:tcW w:w="3538" w:type="dxa"/>
          </w:tcPr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>Игровая программа  «Бросай-ка»</w:t>
            </w:r>
          </w:p>
        </w:tc>
        <w:tc>
          <w:tcPr>
            <w:tcW w:w="2356" w:type="dxa"/>
          </w:tcPr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>Для всех</w:t>
            </w:r>
          </w:p>
        </w:tc>
        <w:tc>
          <w:tcPr>
            <w:tcW w:w="2354" w:type="dxa"/>
          </w:tcPr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>Баранова Е.В.</w:t>
            </w:r>
          </w:p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ADA" w:rsidRPr="00E10046">
        <w:tc>
          <w:tcPr>
            <w:tcW w:w="1323" w:type="dxa"/>
          </w:tcPr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>31 марта</w:t>
            </w:r>
          </w:p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>12.00-14.00</w:t>
            </w:r>
          </w:p>
        </w:tc>
        <w:tc>
          <w:tcPr>
            <w:tcW w:w="3538" w:type="dxa"/>
          </w:tcPr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Литературно- музыкальная гостиная </w:t>
            </w:r>
          </w:p>
        </w:tc>
        <w:tc>
          <w:tcPr>
            <w:tcW w:w="2356" w:type="dxa"/>
          </w:tcPr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>Объединение «Поем под гитару»</w:t>
            </w:r>
          </w:p>
        </w:tc>
        <w:tc>
          <w:tcPr>
            <w:tcW w:w="2354" w:type="dxa"/>
          </w:tcPr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>Рубан И.С.</w:t>
            </w:r>
          </w:p>
          <w:p w:rsidR="00FE6ADA" w:rsidRPr="00E10046" w:rsidRDefault="00FE6ADA" w:rsidP="00E1004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046">
              <w:rPr>
                <w:rFonts w:ascii="Times New Roman" w:hAnsi="Times New Roman" w:cs="Times New Roman"/>
                <w:sz w:val="28"/>
                <w:szCs w:val="28"/>
              </w:rPr>
              <w:t>Булдыгин А.Н..</w:t>
            </w:r>
          </w:p>
        </w:tc>
      </w:tr>
    </w:tbl>
    <w:p w:rsidR="00FE6ADA" w:rsidRDefault="00FE6ADA" w:rsidP="000C2C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6ADA" w:rsidRDefault="00FE6ADA" w:rsidP="000C2C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6ADA" w:rsidRPr="000C2C65" w:rsidRDefault="00FE6ADA" w:rsidP="006A63C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Руководитель СП «Смена»         Петрова М.В.</w:t>
      </w:r>
    </w:p>
    <w:sectPr w:rsidR="00FE6ADA" w:rsidRPr="000C2C65" w:rsidSect="00FA344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2C65"/>
    <w:rsid w:val="00085CB9"/>
    <w:rsid w:val="000C2C65"/>
    <w:rsid w:val="000E10F0"/>
    <w:rsid w:val="0017539D"/>
    <w:rsid w:val="00477723"/>
    <w:rsid w:val="004B52C8"/>
    <w:rsid w:val="0067111C"/>
    <w:rsid w:val="006A63CA"/>
    <w:rsid w:val="007A15C9"/>
    <w:rsid w:val="00844335"/>
    <w:rsid w:val="00A973AD"/>
    <w:rsid w:val="00AA0CD4"/>
    <w:rsid w:val="00BA02AD"/>
    <w:rsid w:val="00C211EA"/>
    <w:rsid w:val="00C75338"/>
    <w:rsid w:val="00E10046"/>
    <w:rsid w:val="00F309E4"/>
    <w:rsid w:val="00FA3445"/>
    <w:rsid w:val="00FE6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723"/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C2C6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83</TotalTime>
  <Pages>1</Pages>
  <Words>141</Words>
  <Characters>809</Characters>
  <Application>Microsoft Office Outlook</Application>
  <DocSecurity>0</DocSecurity>
  <Lines>0</Lines>
  <Paragraphs>0</Paragraphs>
  <ScaleCrop>false</ScaleCrop>
  <Company>DDT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СМЕНА</dc:creator>
  <cp:keywords/>
  <dc:description/>
  <cp:lastModifiedBy>ADMIN</cp:lastModifiedBy>
  <cp:revision>5</cp:revision>
  <cp:lastPrinted>2012-03-14T06:25:00Z</cp:lastPrinted>
  <dcterms:created xsi:type="dcterms:W3CDTF">2013-03-04T08:04:00Z</dcterms:created>
  <dcterms:modified xsi:type="dcterms:W3CDTF">2013-03-06T07:16:00Z</dcterms:modified>
</cp:coreProperties>
</file>